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6" w:space="0" w:color="009999"/>
          <w:left w:val="single" w:sz="6" w:space="0" w:color="009999"/>
          <w:bottom w:val="single" w:sz="6" w:space="0" w:color="009999"/>
          <w:right w:val="single" w:sz="6" w:space="0" w:color="009999"/>
          <w:insideH w:val="single" w:sz="6" w:space="0" w:color="009999"/>
          <w:insideV w:val="single" w:sz="6" w:space="0" w:color="009999"/>
        </w:tblBorders>
        <w:tblLook w:val="04A0" w:firstRow="1" w:lastRow="0" w:firstColumn="1" w:lastColumn="0" w:noHBand="0" w:noVBand="1"/>
      </w:tblPr>
      <w:tblGrid>
        <w:gridCol w:w="3528"/>
        <w:gridCol w:w="5498"/>
      </w:tblGrid>
      <w:tr w:rsidR="009E492B" w:rsidRPr="003B3FB5" w14:paraId="71442715" w14:textId="77777777" w:rsidTr="006F070B">
        <w:tc>
          <w:tcPr>
            <w:tcW w:w="35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D9E30CB" w14:textId="77777777" w:rsidR="009E492B" w:rsidRPr="003B3FB5" w:rsidRDefault="009E492B" w:rsidP="009E492B">
            <w:pPr>
              <w:jc w:val="center"/>
              <w:rPr>
                <w:rFonts w:cstheme="minorHAnsi"/>
                <w:b/>
                <w:color w:val="99FFCC"/>
                <w:sz w:val="52"/>
                <w:szCs w:val="52"/>
                <w:lang w:val="en-US"/>
              </w:rPr>
            </w:pPr>
            <w:r w:rsidRPr="00D6532B">
              <w:rPr>
                <w:rFonts w:cstheme="minorHAnsi"/>
                <w:b/>
                <w:color w:val="FF0000"/>
                <w:sz w:val="52"/>
                <w:szCs w:val="52"/>
                <w:lang w:val="en-US"/>
              </w:rPr>
              <w:t>My Notes</w:t>
            </w:r>
          </w:p>
        </w:tc>
        <w:tc>
          <w:tcPr>
            <w:tcW w:w="54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C2B91B" w14:textId="77777777" w:rsidR="009E492B" w:rsidRPr="003B3FB5" w:rsidRDefault="009E492B" w:rsidP="00EE4FF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6532B">
              <w:rPr>
                <w:rFonts w:cstheme="minorHAnsi"/>
                <w:b/>
                <w:color w:val="FF0000"/>
                <w:sz w:val="24"/>
                <w:szCs w:val="24"/>
                <w:lang w:val="en-US"/>
              </w:rPr>
              <w:t>Name:</w:t>
            </w:r>
            <w:r w:rsidR="00EE4FF7" w:rsidRPr="003B3FB5">
              <w:rPr>
                <w:rFonts w:cstheme="minorHAnsi"/>
                <w:b/>
                <w:sz w:val="24"/>
                <w:szCs w:val="24"/>
                <w:lang w:val="en-US"/>
              </w:rPr>
              <w:t xml:space="preserve"> </w:t>
            </w:r>
            <w:sdt>
              <w:sdtPr>
                <w:rPr>
                  <w:rStyle w:val="Style1"/>
                  <w:rFonts w:asciiTheme="minorHAnsi" w:hAnsiTheme="minorHAnsi" w:cstheme="minorHAnsi"/>
                </w:rPr>
                <w:id w:val="177936214"/>
                <w:placeholder>
                  <w:docPart w:val="E0397A9852C9416883B695AC3870FE16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(First and last name)</w:t>
                </w:r>
              </w:sdtContent>
            </w:sdt>
          </w:p>
        </w:tc>
      </w:tr>
      <w:tr w:rsidR="009E492B" w:rsidRPr="003B3FB5" w14:paraId="23A17281" w14:textId="77777777" w:rsidTr="006F070B">
        <w:tc>
          <w:tcPr>
            <w:tcW w:w="35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5E9C4E82" w14:textId="77777777" w:rsidR="009E492B" w:rsidRPr="003B3FB5" w:rsidRDefault="009E492B">
            <w:pPr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D7CB110" w14:textId="77777777" w:rsidR="009E492B" w:rsidRPr="003B3FB5" w:rsidRDefault="009E492B" w:rsidP="00EE4FF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6532B">
              <w:rPr>
                <w:rFonts w:cstheme="minorHAnsi"/>
                <w:b/>
                <w:color w:val="FF0000"/>
                <w:sz w:val="24"/>
                <w:szCs w:val="24"/>
                <w:lang w:val="en-US"/>
              </w:rPr>
              <w:t>Class:</w:t>
            </w:r>
            <w:r w:rsidR="00EE4FF7" w:rsidRPr="003B3FB5">
              <w:rPr>
                <w:rFonts w:cstheme="minorHAnsi"/>
                <w:b/>
                <w:sz w:val="24"/>
                <w:szCs w:val="24"/>
                <w:lang w:val="en-US"/>
              </w:rPr>
              <w:t xml:space="preserve"> </w:t>
            </w:r>
            <w:sdt>
              <w:sdtPr>
                <w:rPr>
                  <w:rStyle w:val="Style1"/>
                  <w:rFonts w:asciiTheme="minorHAnsi" w:hAnsiTheme="minorHAnsi" w:cstheme="minorHAnsi"/>
                </w:rPr>
                <w:id w:val="1129355457"/>
                <w:placeholder>
                  <w:docPart w:val="7FAFBECCB7F04372AF2A72811407D120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(Name of class)</w:t>
                </w:r>
              </w:sdtContent>
            </w:sdt>
          </w:p>
        </w:tc>
      </w:tr>
      <w:tr w:rsidR="009E492B" w:rsidRPr="003B3FB5" w14:paraId="00D31C1A" w14:textId="77777777" w:rsidTr="006F070B">
        <w:tc>
          <w:tcPr>
            <w:tcW w:w="35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03B2817B" w14:textId="77777777" w:rsidR="009E492B" w:rsidRPr="003B3FB5" w:rsidRDefault="009E492B">
            <w:pPr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21DEB27" w14:textId="77777777" w:rsidR="009E492B" w:rsidRPr="003B3FB5" w:rsidRDefault="009E492B" w:rsidP="00E52AD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6532B">
              <w:rPr>
                <w:rFonts w:cstheme="minorHAnsi"/>
                <w:b/>
                <w:color w:val="FF0000"/>
                <w:sz w:val="24"/>
                <w:szCs w:val="24"/>
                <w:lang w:val="en-US"/>
              </w:rPr>
              <w:t>Date:</w:t>
            </w:r>
            <w:r w:rsidR="00E52AD7" w:rsidRPr="003B3FB5">
              <w:rPr>
                <w:rFonts w:cstheme="minorHAnsi"/>
                <w:b/>
                <w:sz w:val="24"/>
                <w:szCs w:val="24"/>
                <w:lang w:val="en-US"/>
              </w:rPr>
              <w:t xml:space="preserve"> </w:t>
            </w:r>
            <w:sdt>
              <w:sdtPr>
                <w:rPr>
                  <w:rFonts w:cstheme="minorHAnsi"/>
                  <w:b/>
                  <w:sz w:val="24"/>
                  <w:szCs w:val="24"/>
                  <w:lang w:val="en-US"/>
                </w:rPr>
                <w:id w:val="-534887583"/>
                <w:placeholder>
                  <w:docPart w:val="72CDB839BECC4A9FA5102815728BE37F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Content>
                <w:r w:rsidR="00E52AD7" w:rsidRPr="003B3FB5">
                  <w:rPr>
                    <w:rStyle w:val="PlaceholderText"/>
                    <w:rFonts w:cstheme="minorHAnsi"/>
                    <w:color w:val="auto"/>
                    <w:lang w:val="en-US"/>
                  </w:rPr>
                  <w:t>(Today’s date)</w:t>
                </w:r>
              </w:sdtContent>
            </w:sdt>
          </w:p>
        </w:tc>
      </w:tr>
      <w:tr w:rsidR="009E492B" w:rsidRPr="003B3FB5" w14:paraId="32A0F401" w14:textId="77777777" w:rsidTr="006F070B">
        <w:tc>
          <w:tcPr>
            <w:tcW w:w="35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3DE9B855" w14:textId="77777777" w:rsidR="009E492B" w:rsidRPr="003B3FB5" w:rsidRDefault="009E492B">
            <w:pPr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517922" w14:textId="596577F0" w:rsidR="009E492B" w:rsidRPr="003B3FB5" w:rsidRDefault="00D6532B" w:rsidP="00EE4FF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color w:val="FF0000"/>
                <w:sz w:val="24"/>
                <w:szCs w:val="24"/>
                <w:lang w:val="en-US"/>
              </w:rPr>
              <w:t>Subject</w:t>
            </w:r>
            <w:r w:rsidR="009E492B" w:rsidRPr="00D6532B">
              <w:rPr>
                <w:rFonts w:cstheme="minorHAnsi"/>
                <w:b/>
                <w:color w:val="FF0000"/>
                <w:sz w:val="24"/>
                <w:szCs w:val="24"/>
                <w:lang w:val="en-US"/>
              </w:rPr>
              <w:t>:</w:t>
            </w:r>
            <w:r w:rsidR="00EE4FF7" w:rsidRPr="003B3FB5">
              <w:rPr>
                <w:rFonts w:cstheme="minorHAnsi"/>
                <w:b/>
                <w:sz w:val="24"/>
                <w:szCs w:val="24"/>
                <w:lang w:val="en-US"/>
              </w:rPr>
              <w:t xml:space="preserve"> </w:t>
            </w:r>
            <w:sdt>
              <w:sdtPr>
                <w:rPr>
                  <w:rStyle w:val="Style1"/>
                  <w:rFonts w:asciiTheme="minorHAnsi" w:hAnsiTheme="minorHAnsi" w:cstheme="minorHAnsi"/>
                </w:rPr>
                <w:id w:val="-2098397524"/>
                <w:placeholder>
                  <w:docPart w:val="0C8BA9193B974BEEB8806F28B7CF9191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(Subject of lesson)</w:t>
                </w:r>
              </w:sdtContent>
            </w:sdt>
          </w:p>
        </w:tc>
      </w:tr>
      <w:tr w:rsidR="009E492B" w:rsidRPr="003B3FB5" w14:paraId="7C70FAA6" w14:textId="77777777" w:rsidTr="003B3FB5"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BD9E5B" w14:textId="77777777" w:rsidR="009E492B" w:rsidRPr="003B3FB5" w:rsidRDefault="009E492B">
            <w:pPr>
              <w:rPr>
                <w:rFonts w:cstheme="minorHAnsi"/>
                <w:lang w:val="en-US"/>
              </w:rPr>
            </w:pPr>
          </w:p>
        </w:tc>
      </w:tr>
      <w:tr w:rsidR="009E492B" w:rsidRPr="003B3FB5" w14:paraId="56B98A3D" w14:textId="77777777" w:rsidTr="00D6532B">
        <w:tc>
          <w:tcPr>
            <w:tcW w:w="3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54C9A3C" w14:textId="769852C9" w:rsidR="009E492B" w:rsidRPr="00D6532B" w:rsidRDefault="00D6532B">
            <w:pPr>
              <w:rPr>
                <w:rFonts w:cstheme="minorHAnsi"/>
                <w:b/>
                <w:color w:val="FF0000"/>
                <w:sz w:val="26"/>
                <w:szCs w:val="26"/>
                <w:lang w:val="en-US"/>
              </w:rPr>
            </w:pPr>
            <w:r w:rsidRPr="00D6532B">
              <w:rPr>
                <w:rFonts w:cstheme="minorHAnsi"/>
                <w:b/>
                <w:color w:val="FF0000"/>
                <w:sz w:val="26"/>
                <w:szCs w:val="26"/>
                <w:lang w:val="en-US"/>
              </w:rPr>
              <w:t>Reduce</w:t>
            </w:r>
          </w:p>
        </w:tc>
        <w:tc>
          <w:tcPr>
            <w:tcW w:w="54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36C5A0E0" w14:textId="29AD89CA" w:rsidR="009E492B" w:rsidRPr="00D6532B" w:rsidRDefault="00D6532B">
            <w:pPr>
              <w:rPr>
                <w:rFonts w:cstheme="minorHAnsi"/>
                <w:b/>
                <w:color w:val="FF0000"/>
                <w:sz w:val="26"/>
                <w:szCs w:val="26"/>
                <w:lang w:val="en-US"/>
              </w:rPr>
            </w:pPr>
            <w:r w:rsidRPr="00D6532B">
              <w:rPr>
                <w:rFonts w:cstheme="minorHAnsi"/>
                <w:b/>
                <w:color w:val="FF0000"/>
                <w:sz w:val="26"/>
                <w:szCs w:val="26"/>
                <w:lang w:val="en-US"/>
              </w:rPr>
              <w:t>Record</w:t>
            </w:r>
          </w:p>
        </w:tc>
      </w:tr>
      <w:tr w:rsidR="009E492B" w:rsidRPr="003B3FB5" w14:paraId="4C938E9C" w14:textId="77777777" w:rsidTr="003B3FB5">
        <w:tc>
          <w:tcPr>
            <w:tcW w:w="35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0727CD" w14:textId="77777777" w:rsidR="009E492B" w:rsidRPr="003B3FB5" w:rsidRDefault="00000000" w:rsidP="00EE4FF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1090206943"/>
                <w:placeholder>
                  <w:docPart w:val="D8D037E38D4C44179C8D61F9A18CD6F9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(Main idea 1)</w:t>
                </w:r>
              </w:sdtContent>
            </w:sdt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8ED523" w14:textId="77777777" w:rsidR="009E492B" w:rsidRPr="003B3FB5" w:rsidRDefault="00000000">
            <w:p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625282976"/>
                <w:placeholder>
                  <w:docPart w:val="61605461C1B7428EBC687CABBFA565E1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(Notes for main idea 1)</w:t>
                </w:r>
              </w:sdtContent>
            </w:sdt>
          </w:p>
        </w:tc>
      </w:tr>
      <w:tr w:rsidR="009E492B" w:rsidRPr="003B3FB5" w14:paraId="02D3945B" w14:textId="77777777" w:rsidTr="00D6532B">
        <w:tc>
          <w:tcPr>
            <w:tcW w:w="35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D2C9EB" w14:textId="77777777" w:rsidR="009E492B" w:rsidRPr="003B3FB5" w:rsidRDefault="00000000" w:rsidP="009E492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2066138716"/>
                <w:placeholder>
                  <w:docPart w:val="330258CAA55747AA85752325826536BA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(Main idea 2)</w:t>
                </w:r>
              </w:sdtContent>
            </w:sdt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8990EA4" w14:textId="77777777" w:rsidR="009E492B" w:rsidRPr="003B3FB5" w:rsidRDefault="00000000">
            <w:p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-1753961371"/>
                <w:placeholder>
                  <w:docPart w:val="FF34055E8A2D4839ABB84C2EEF2105F0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(Notes for main idea 2)</w:t>
                </w:r>
              </w:sdtContent>
            </w:sdt>
          </w:p>
        </w:tc>
      </w:tr>
      <w:tr w:rsidR="009E492B" w:rsidRPr="003B3FB5" w14:paraId="618A4982" w14:textId="77777777" w:rsidTr="003B3FB5">
        <w:tc>
          <w:tcPr>
            <w:tcW w:w="35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9EF1452" w14:textId="77777777" w:rsidR="009E492B" w:rsidRPr="003B3FB5" w:rsidRDefault="00000000" w:rsidP="009E492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-1957932576"/>
                <w:placeholder>
                  <w:docPart w:val="7585E9D855DB465CA7E2DD776D9F5520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(Main idea 3)</w:t>
                </w:r>
              </w:sdtContent>
            </w:sdt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EB362E" w14:textId="77777777" w:rsidR="009E492B" w:rsidRPr="003B3FB5" w:rsidRDefault="00000000">
            <w:p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-1852408318"/>
                <w:placeholder>
                  <w:docPart w:val="1D8808D24AF74590AEC6F8EB4749B6B1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b/>
                    <w:lang w:val="en-US"/>
                  </w:rPr>
                  <w:t>(Notes for main idea 3)</w:t>
                </w:r>
              </w:sdtContent>
            </w:sdt>
          </w:p>
        </w:tc>
      </w:tr>
      <w:tr w:rsidR="009E492B" w:rsidRPr="003B3FB5" w14:paraId="320F5200" w14:textId="77777777" w:rsidTr="00D6532B">
        <w:tc>
          <w:tcPr>
            <w:tcW w:w="35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2E3C6" w14:textId="77777777" w:rsidR="009E492B" w:rsidRPr="003B3FB5" w:rsidRDefault="00000000" w:rsidP="009E492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-1634409615"/>
                <w:placeholder>
                  <w:docPart w:val="7BE4FB4BF6AE44018D2E607CCEE372B5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(Main idea 4)</w:t>
                </w:r>
              </w:sdtContent>
            </w:sdt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858CF23" w14:textId="77777777" w:rsidR="009E492B" w:rsidRPr="003B3FB5" w:rsidRDefault="00000000">
            <w:p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-984699632"/>
                <w:placeholder>
                  <w:docPart w:val="501FAA35B5BF45A895A2A7B2482D9ADD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(Notes for main idea 4)</w:t>
                </w:r>
              </w:sdtContent>
            </w:sdt>
          </w:p>
        </w:tc>
      </w:tr>
      <w:tr w:rsidR="009E492B" w:rsidRPr="003B3FB5" w14:paraId="4D2D96D0" w14:textId="77777777" w:rsidTr="003B3FB5">
        <w:tc>
          <w:tcPr>
            <w:tcW w:w="35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0C98D24" w14:textId="77777777" w:rsidR="009E492B" w:rsidRPr="003B3FB5" w:rsidRDefault="00000000" w:rsidP="009E492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-858204292"/>
                <w:placeholder>
                  <w:docPart w:val="EEC1E7454EAC4C0995C2DCAA098F3B98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(Main idea 5)</w:t>
                </w:r>
              </w:sdtContent>
            </w:sdt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3847F7" w14:textId="77777777" w:rsidR="009E492B" w:rsidRPr="003B3FB5" w:rsidRDefault="00000000">
            <w:p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306675278"/>
                <w:placeholder>
                  <w:docPart w:val="0F3D0AC4E3C54F2F964464F999FA84DF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EE4FF7" w:rsidRPr="003B3FB5">
                  <w:rPr>
                    <w:rFonts w:cstheme="minorHAnsi"/>
                    <w:lang w:val="en-US"/>
                  </w:rPr>
                  <w:t>(Notes for main idea 5)</w:t>
                </w:r>
              </w:sdtContent>
            </w:sdt>
          </w:p>
        </w:tc>
      </w:tr>
      <w:tr w:rsidR="009E492B" w:rsidRPr="003B3FB5" w14:paraId="3E735665" w14:textId="77777777" w:rsidTr="00D6532B">
        <w:tc>
          <w:tcPr>
            <w:tcW w:w="3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68FF795C" w14:textId="77777777" w:rsidR="009E492B" w:rsidRPr="003B3FB5" w:rsidRDefault="009E492B">
            <w:pPr>
              <w:rPr>
                <w:rFonts w:cstheme="minorHAnsi"/>
                <w:b/>
                <w:sz w:val="26"/>
                <w:szCs w:val="26"/>
                <w:lang w:val="en-US"/>
              </w:rPr>
            </w:pPr>
            <w:r w:rsidRPr="00D6532B">
              <w:rPr>
                <w:rFonts w:cstheme="minorHAnsi"/>
                <w:b/>
                <w:color w:val="FF0000"/>
                <w:sz w:val="26"/>
                <w:szCs w:val="26"/>
                <w:lang w:val="en-US"/>
              </w:rPr>
              <w:t>Cues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DFA96C" w14:textId="77777777" w:rsidR="009E492B" w:rsidRPr="003B3FB5" w:rsidRDefault="009E492B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0E97B9D9" w14:textId="77777777" w:rsidTr="00D6532B">
        <w:tc>
          <w:tcPr>
            <w:tcW w:w="35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9C64970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  <w:p w14:paraId="76FC4B57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  <w:p w14:paraId="47E339E6" w14:textId="77777777" w:rsidR="003B3FB5" w:rsidRPr="003B3FB5" w:rsidRDefault="003B3FB5">
            <w:pPr>
              <w:rPr>
                <w:rFonts w:cstheme="minorHAnsi"/>
                <w:lang w:val="en-US"/>
              </w:rPr>
            </w:pPr>
            <w:r w:rsidRPr="003B3FB5">
              <w:rPr>
                <w:rFonts w:cstheme="minorHAnsi"/>
                <w:lang w:val="en-US"/>
              </w:rPr>
              <w:t>When</w:t>
            </w:r>
          </w:p>
          <w:p w14:paraId="7330F89B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  <w:p w14:paraId="38BE3A29" w14:textId="77777777" w:rsidR="003B3FB5" w:rsidRPr="003B3FB5" w:rsidRDefault="003B3FB5">
            <w:pPr>
              <w:rPr>
                <w:rFonts w:cstheme="minorHAnsi"/>
                <w:lang w:val="en-US"/>
              </w:rPr>
            </w:pPr>
            <w:r w:rsidRPr="003B3FB5">
              <w:rPr>
                <w:rFonts w:cstheme="minorHAnsi"/>
                <w:lang w:val="en-US"/>
              </w:rPr>
              <w:t>What</w:t>
            </w:r>
          </w:p>
          <w:p w14:paraId="74CA0771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  <w:p w14:paraId="058C5E02" w14:textId="77777777" w:rsidR="003B3FB5" w:rsidRPr="003B3FB5" w:rsidRDefault="003B3FB5">
            <w:pPr>
              <w:rPr>
                <w:rFonts w:cstheme="minorHAnsi"/>
                <w:lang w:val="en-US"/>
              </w:rPr>
            </w:pPr>
            <w:r w:rsidRPr="003B3FB5">
              <w:rPr>
                <w:rFonts w:cstheme="minorHAnsi"/>
                <w:lang w:val="en-US"/>
              </w:rPr>
              <w:t>How</w:t>
            </w:r>
          </w:p>
          <w:p w14:paraId="74FF3230" w14:textId="77777777" w:rsidR="003B3FB5" w:rsidRPr="003B3FB5" w:rsidRDefault="003B3FB5" w:rsidP="00C94E59">
            <w:pPr>
              <w:rPr>
                <w:rFonts w:cstheme="minorHAnsi"/>
                <w:lang w:val="en-US"/>
              </w:rPr>
            </w:pPr>
          </w:p>
          <w:p w14:paraId="7D3555DE" w14:textId="77777777" w:rsidR="003B3FB5" w:rsidRPr="003B3FB5" w:rsidRDefault="003B3FB5" w:rsidP="00C94E59">
            <w:pPr>
              <w:rPr>
                <w:rFonts w:cstheme="minorHAnsi"/>
                <w:lang w:val="en-US"/>
              </w:rPr>
            </w:pPr>
            <w:r w:rsidRPr="003B3FB5">
              <w:rPr>
                <w:rFonts w:cstheme="minorHAnsi"/>
                <w:lang w:val="en-US"/>
              </w:rPr>
              <w:t>Why</w:t>
            </w:r>
          </w:p>
          <w:p w14:paraId="022C1E5D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ab/>
            </w:r>
          </w:p>
        </w:tc>
        <w:tc>
          <w:tcPr>
            <w:tcW w:w="54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71957ADF" w14:textId="77777777" w:rsidR="003B3FB5" w:rsidRPr="003B3FB5" w:rsidRDefault="003B3FB5">
            <w:pPr>
              <w:rPr>
                <w:rFonts w:cstheme="minorHAnsi"/>
                <w:b/>
                <w:sz w:val="26"/>
                <w:szCs w:val="26"/>
                <w:lang w:val="en-US"/>
              </w:rPr>
            </w:pPr>
            <w:r w:rsidRPr="00D6532B">
              <w:rPr>
                <w:rFonts w:cstheme="minorHAnsi"/>
                <w:b/>
                <w:color w:val="FF0000"/>
                <w:sz w:val="26"/>
                <w:szCs w:val="26"/>
                <w:lang w:val="en-US"/>
              </w:rPr>
              <w:t>Notes</w:t>
            </w:r>
          </w:p>
        </w:tc>
      </w:tr>
      <w:tr w:rsidR="003B3FB5" w:rsidRPr="003B3FB5" w14:paraId="4B9932E0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DC1758C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1C77325" w14:textId="77777777" w:rsidR="003B3FB5" w:rsidRPr="003B3FB5" w:rsidRDefault="003B3FB5">
            <w:pPr>
              <w:rPr>
                <w:rFonts w:cstheme="minorHAnsi"/>
                <w:lang w:val="en-US"/>
              </w:rPr>
            </w:pPr>
            <w:r w:rsidRPr="003B3FB5">
              <w:rPr>
                <w:rFonts w:cstheme="minorHAnsi"/>
                <w:lang w:val="en-US"/>
              </w:rPr>
              <w:t>When</w:t>
            </w:r>
          </w:p>
        </w:tc>
      </w:tr>
      <w:tr w:rsidR="003B3FB5" w:rsidRPr="003B3FB5" w14:paraId="7C56EAD9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F418C72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0B5DFC9" w14:textId="77777777" w:rsidR="003B3FB5" w:rsidRPr="003B3FB5" w:rsidRDefault="003B3FB5">
            <w:pPr>
              <w:rPr>
                <w:rFonts w:cstheme="minorHAnsi"/>
                <w:lang w:val="en-US"/>
              </w:rPr>
            </w:pPr>
            <w:r w:rsidRPr="003B3FB5">
              <w:rPr>
                <w:rFonts w:cstheme="minorHAnsi"/>
                <w:lang w:val="en-US"/>
              </w:rPr>
              <w:t>What</w:t>
            </w:r>
          </w:p>
        </w:tc>
      </w:tr>
      <w:tr w:rsidR="003B3FB5" w:rsidRPr="003B3FB5" w14:paraId="324FC8BE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D7C75F4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C5D381" w14:textId="77777777" w:rsidR="003B3FB5" w:rsidRPr="003B3FB5" w:rsidRDefault="003B3FB5">
            <w:pPr>
              <w:rPr>
                <w:rFonts w:cstheme="minorHAnsi"/>
                <w:lang w:val="en-US"/>
              </w:rPr>
            </w:pPr>
            <w:r w:rsidRPr="003B3FB5">
              <w:rPr>
                <w:rFonts w:cstheme="minorHAnsi"/>
                <w:lang w:val="en-US"/>
              </w:rPr>
              <w:t>How</w:t>
            </w:r>
          </w:p>
        </w:tc>
      </w:tr>
      <w:tr w:rsidR="003B3FB5" w:rsidRPr="003B3FB5" w14:paraId="097AD50A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9D4E270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6FFAC1E" w14:textId="77777777" w:rsidR="003B3FB5" w:rsidRPr="003B3FB5" w:rsidRDefault="003B3FB5">
            <w:pPr>
              <w:rPr>
                <w:rFonts w:cstheme="minorHAnsi"/>
                <w:lang w:val="en-US"/>
              </w:rPr>
            </w:pPr>
            <w:r w:rsidRPr="003B3FB5">
              <w:rPr>
                <w:rFonts w:cstheme="minorHAnsi"/>
                <w:lang w:val="en-US"/>
              </w:rPr>
              <w:t>Why</w:t>
            </w:r>
          </w:p>
        </w:tc>
      </w:tr>
      <w:tr w:rsidR="003B3FB5" w:rsidRPr="003B3FB5" w14:paraId="3CBF4C1A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84BA7D1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1971C5D5" w14:textId="77777777" w:rsidR="003B3FB5" w:rsidRPr="003B3FB5" w:rsidRDefault="003B3FB5">
            <w:pPr>
              <w:rPr>
                <w:rFonts w:cstheme="minorHAnsi"/>
                <w:b/>
                <w:u w:val="single"/>
                <w:lang w:val="en-US"/>
              </w:rPr>
            </w:pPr>
            <w:r w:rsidRPr="00D6532B">
              <w:rPr>
                <w:rFonts w:cstheme="minorHAnsi"/>
                <w:b/>
                <w:color w:val="FF0000"/>
                <w:u w:val="single"/>
                <w:lang w:val="en-US"/>
              </w:rPr>
              <w:t>Final Notes</w:t>
            </w:r>
          </w:p>
        </w:tc>
      </w:tr>
      <w:tr w:rsidR="003B3FB5" w:rsidRPr="003B3FB5" w14:paraId="742F5F51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1D7657A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F5CBF9B" w14:textId="77777777" w:rsidR="003B3FB5" w:rsidRPr="003B3FB5" w:rsidRDefault="00000000" w:rsidP="00E52AD7">
            <w:pPr>
              <w:rPr>
                <w:rFonts w:cstheme="minorHAnsi"/>
                <w:lang w:val="en-US"/>
              </w:rPr>
            </w:pPr>
            <w:sdt>
              <w:sdtPr>
                <w:rPr>
                  <w:rStyle w:val="Style1"/>
                  <w:rFonts w:asciiTheme="minorHAnsi" w:hAnsiTheme="minorHAnsi" w:cstheme="minorHAnsi"/>
                </w:rPr>
                <w:id w:val="2063661363"/>
                <w:placeholder>
                  <w:docPart w:val="8B1E65958E6D46158BFF2D1A9DC6F670"/>
                </w:placeholder>
                <w:showingPlcHdr/>
              </w:sdtPr>
              <w:sdtEndPr>
                <w:rPr>
                  <w:rStyle w:val="DefaultParagraphFont"/>
                  <w:b/>
                  <w:sz w:val="24"/>
                  <w:szCs w:val="24"/>
                  <w:lang w:val="en-US"/>
                </w:rPr>
              </w:sdtEndPr>
              <w:sdtContent>
                <w:r w:rsidR="003B3FB5" w:rsidRPr="003B3FB5">
                  <w:rPr>
                    <w:rFonts w:cstheme="minorHAnsi"/>
                    <w:lang w:val="en-US"/>
                  </w:rPr>
                  <w:t>(Conclusions drawn post-lesson)</w:t>
                </w:r>
              </w:sdtContent>
            </w:sdt>
          </w:p>
        </w:tc>
      </w:tr>
      <w:tr w:rsidR="003B3FB5" w:rsidRPr="003B3FB5" w14:paraId="13B69EDE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68A79A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41F29E7B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603BD9D6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FF95761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9A0EEF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6C6A7D17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320E00C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4F402F7C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08C5CFCD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C4DBB6A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D1BA640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72C2CC43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7C1AA30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4BAACE8D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047183AE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6232CC3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790995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2CA4EB72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1D56914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432CE6F4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6B08AAB8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DE92EDC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5B77B7A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05A28142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68A45E9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41A8D93B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01F98D63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64565C4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5DF128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08013BA1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B1BA32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064108F4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58196228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25951CD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A3F5CC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41261726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0D78A92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47EBEE69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716705E2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D52E0F2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F8CA372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25E52B05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8599528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3FBBE24B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13FD009C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3B01523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27D400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1C3A50ED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C0D16D8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4D3242D2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0D118D3A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43F5763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D0828CA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69B45180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5639441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083B6592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487FD79F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5A795EF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2FC405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31752B00" w14:textId="77777777" w:rsidTr="00D6532B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B7FC680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1FEF113E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480F12AD" w14:textId="77777777" w:rsidTr="003B3FB5">
        <w:tc>
          <w:tcPr>
            <w:tcW w:w="35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6FF70AB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0924FE0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  <w:tr w:rsidR="003B3FB5" w:rsidRPr="003B3FB5" w14:paraId="0D808B74" w14:textId="77777777" w:rsidTr="003B3FB5">
        <w:tc>
          <w:tcPr>
            <w:tcW w:w="35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4C4993" w14:textId="77777777" w:rsidR="003B3FB5" w:rsidRPr="003B3FB5" w:rsidRDefault="003B3FB5" w:rsidP="003B3FB5">
            <w:pPr>
              <w:tabs>
                <w:tab w:val="left" w:pos="2244"/>
              </w:tabs>
              <w:rPr>
                <w:rFonts w:cstheme="minorHAnsi"/>
                <w:lang w:val="en-US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AF2DE5" w14:textId="77777777" w:rsidR="003B3FB5" w:rsidRPr="003B3FB5" w:rsidRDefault="003B3FB5">
            <w:pPr>
              <w:rPr>
                <w:rFonts w:cstheme="minorHAnsi"/>
                <w:lang w:val="en-US"/>
              </w:rPr>
            </w:pPr>
          </w:p>
        </w:tc>
      </w:tr>
    </w:tbl>
    <w:p w14:paraId="17728BC7" w14:textId="2BE66BE2" w:rsidR="00BD222D" w:rsidRDefault="00000000">
      <w:pPr>
        <w:rPr>
          <w:rFonts w:cstheme="minorHAnsi"/>
          <w:lang w:val="en-US"/>
        </w:rPr>
      </w:pPr>
    </w:p>
    <w:p w14:paraId="20691255" w14:textId="41C57479" w:rsidR="00C3446B" w:rsidRPr="003B3FB5" w:rsidRDefault="00111149">
      <w:pPr>
        <w:rPr>
          <w:rFonts w:cstheme="minorHAnsi"/>
          <w:lang w:val="en-US"/>
        </w:rPr>
      </w:pP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03DB1" wp14:editId="45CA341D">
                <wp:simplePos x="0" y="0"/>
                <wp:positionH relativeFrom="margin">
                  <wp:align>center</wp:align>
                </wp:positionH>
                <wp:positionV relativeFrom="paragraph">
                  <wp:posOffset>238125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C0F3EC" id="Rectangle 3" o:spid="_x0000_s1026" style="position:absolute;margin-left:0;margin-top:18.75pt;width:148.5pt;height:30.7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4ga8XNsAAAAGAQAADwAAAGRycy9kb3ducmV2&#10;LnhtbEyPwU7DMBBE70j8g7WVuFGnRbQkxKkqVE5ISA18gGtvk6j2OoqdNP17lhMcd2Y087bczd6J&#10;CYfYBVKwWmYgkEywHTUKvr/eH19AxKTJahcIFdwwwq66vyt1YcOVjjjVqRFcQrHQCtqU+kLKaFr0&#10;Oi5Dj8TeOQxeJz6HRtpBX7ncO7nOso30uiNeaHWPby2aSz16BZM5bG50/Mg/w6Eeh7OLtL8YpR4W&#10;8/4VRMI5/YXhF5/RoWKmUxjJRuEU8CNJwdP2GQS763zLwklBnmcgq1L+x69+AA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</w:p>
    <w:sectPr w:rsidR="00C3446B" w:rsidRPr="003B3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8491" w14:textId="77777777" w:rsidR="001104DB" w:rsidRDefault="001104DB" w:rsidP="003B3FB5">
      <w:pPr>
        <w:spacing w:after="0" w:line="240" w:lineRule="auto"/>
      </w:pPr>
      <w:r>
        <w:separator/>
      </w:r>
    </w:p>
  </w:endnote>
  <w:endnote w:type="continuationSeparator" w:id="0">
    <w:p w14:paraId="13A06F94" w14:textId="77777777" w:rsidR="001104DB" w:rsidRDefault="001104DB" w:rsidP="003B3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14232" w14:textId="77777777" w:rsidR="001104DB" w:rsidRDefault="001104DB" w:rsidP="003B3FB5">
      <w:pPr>
        <w:spacing w:after="0" w:line="240" w:lineRule="auto"/>
      </w:pPr>
      <w:r>
        <w:separator/>
      </w:r>
    </w:p>
  </w:footnote>
  <w:footnote w:type="continuationSeparator" w:id="0">
    <w:p w14:paraId="1A62BEFE" w14:textId="77777777" w:rsidR="001104DB" w:rsidRDefault="001104DB" w:rsidP="003B3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16BE0"/>
    <w:multiLevelType w:val="hybridMultilevel"/>
    <w:tmpl w:val="4562294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17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B5"/>
    <w:rsid w:val="0000710D"/>
    <w:rsid w:val="000157D6"/>
    <w:rsid w:val="001104DB"/>
    <w:rsid w:val="00111149"/>
    <w:rsid w:val="003B3FB5"/>
    <w:rsid w:val="005261CC"/>
    <w:rsid w:val="006B7D8D"/>
    <w:rsid w:val="006F070B"/>
    <w:rsid w:val="006F7DD0"/>
    <w:rsid w:val="00753D65"/>
    <w:rsid w:val="0086749E"/>
    <w:rsid w:val="008B1ABE"/>
    <w:rsid w:val="009E492B"/>
    <w:rsid w:val="00C3446B"/>
    <w:rsid w:val="00D115BE"/>
    <w:rsid w:val="00D6532B"/>
    <w:rsid w:val="00E52AD7"/>
    <w:rsid w:val="00EE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DE2E2"/>
  <w15:chartTrackingRefBased/>
  <w15:docId w15:val="{0142705D-3146-4BEE-A0B2-9A1412E9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492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E4FF7"/>
    <w:rPr>
      <w:color w:val="808080"/>
    </w:rPr>
  </w:style>
  <w:style w:type="character" w:customStyle="1" w:styleId="Style1">
    <w:name w:val="Style1"/>
    <w:basedOn w:val="DefaultParagraphFont"/>
    <w:uiPriority w:val="1"/>
    <w:rsid w:val="00EE4FF7"/>
    <w:rPr>
      <w:rFonts w:ascii="Segoe Script" w:hAnsi="Segoe Script"/>
      <w:sz w:val="22"/>
    </w:rPr>
  </w:style>
  <w:style w:type="paragraph" w:styleId="Header">
    <w:name w:val="header"/>
    <w:basedOn w:val="Normal"/>
    <w:link w:val="HeaderChar"/>
    <w:uiPriority w:val="99"/>
    <w:unhideWhenUsed/>
    <w:rsid w:val="003B3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FB5"/>
  </w:style>
  <w:style w:type="paragraph" w:styleId="Footer">
    <w:name w:val="footer"/>
    <w:basedOn w:val="Normal"/>
    <w:link w:val="FooterChar"/>
    <w:uiPriority w:val="99"/>
    <w:unhideWhenUsed/>
    <w:rsid w:val="003B3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lid\Downloads\Cornell-Notes-Template-with-Steps-Wor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397A9852C9416883B695AC3870F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0BE8E-6CF1-4F06-8620-3C4817EF83FA}"/>
      </w:docPartPr>
      <w:docPartBody>
        <w:p w:rsidR="006B1836" w:rsidRDefault="00ED1000">
          <w:pPr>
            <w:pStyle w:val="E0397A9852C9416883B695AC3870FE16"/>
          </w:pPr>
          <w:r w:rsidRPr="00EE4FF7">
            <w:rPr>
              <w:rFonts w:ascii="Segoe Script" w:hAnsi="Segoe Script"/>
              <w:b/>
            </w:rPr>
            <w:t>(</w:t>
          </w:r>
          <w:r w:rsidRPr="00EE4FF7">
            <w:rPr>
              <w:rFonts w:ascii="Segoe Script" w:hAnsi="Segoe Script"/>
              <w:b/>
              <w:color w:val="FF0000"/>
            </w:rPr>
            <w:t>First and last name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7FAFBECCB7F04372AF2A72811407D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3C934-E00D-41F7-899C-468817A7C688}"/>
      </w:docPartPr>
      <w:docPartBody>
        <w:p w:rsidR="006B1836" w:rsidRDefault="00ED1000">
          <w:pPr>
            <w:pStyle w:val="7FAFBECCB7F04372AF2A72811407D120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Name of class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72CDB839BECC4A9FA5102815728BE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005D2-3441-44F1-828E-517A987AFFB9}"/>
      </w:docPartPr>
      <w:docPartBody>
        <w:p w:rsidR="006B1836" w:rsidRDefault="00ED1000">
          <w:pPr>
            <w:pStyle w:val="72CDB839BECC4A9FA5102815728BE37F"/>
          </w:pPr>
          <w:r w:rsidRPr="00E52AD7">
            <w:rPr>
              <w:rStyle w:val="PlaceholderText"/>
              <w:rFonts w:ascii="Segoe Script" w:hAnsi="Segoe Script"/>
              <w:b/>
            </w:rPr>
            <w:t>(</w:t>
          </w:r>
          <w:r w:rsidRPr="00E52AD7">
            <w:rPr>
              <w:rStyle w:val="PlaceholderText"/>
              <w:rFonts w:ascii="Segoe Script" w:hAnsi="Segoe Script"/>
              <w:b/>
              <w:color w:val="FF0000"/>
            </w:rPr>
            <w:t>Today’s date</w:t>
          </w:r>
          <w:r w:rsidRPr="00E52AD7">
            <w:rPr>
              <w:rStyle w:val="PlaceholderText"/>
              <w:rFonts w:ascii="Segoe Script" w:hAnsi="Segoe Script"/>
              <w:b/>
            </w:rPr>
            <w:t>)</w:t>
          </w:r>
        </w:p>
      </w:docPartBody>
    </w:docPart>
    <w:docPart>
      <w:docPartPr>
        <w:name w:val="0C8BA9193B974BEEB8806F28B7CF9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9D9DE-CCDC-4BB6-A627-613BEBE3C0B2}"/>
      </w:docPartPr>
      <w:docPartBody>
        <w:p w:rsidR="006B1836" w:rsidRDefault="00ED1000">
          <w:pPr>
            <w:pStyle w:val="0C8BA9193B974BEEB8806F28B7CF9191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Subject of lesson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D8D037E38D4C44179C8D61F9A18CD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AC710-F68D-42FF-A570-6BD9E1B6F808}"/>
      </w:docPartPr>
      <w:docPartBody>
        <w:p w:rsidR="006B1836" w:rsidRDefault="00ED1000">
          <w:pPr>
            <w:pStyle w:val="D8D037E38D4C44179C8D61F9A18CD6F9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Main idea 1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61605461C1B7428EBC687CABBFA56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58FAE-16C9-41F6-90FE-5FDE4DB69C9A}"/>
      </w:docPartPr>
      <w:docPartBody>
        <w:p w:rsidR="006B1836" w:rsidRDefault="00ED1000">
          <w:pPr>
            <w:pStyle w:val="61605461C1B7428EBC687CABBFA565E1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Notes for main idea 1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330258CAA55747AA8575232582653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2B25A-24C2-4976-AA28-1799A362A7A4}"/>
      </w:docPartPr>
      <w:docPartBody>
        <w:p w:rsidR="006B1836" w:rsidRDefault="00ED1000">
          <w:pPr>
            <w:pStyle w:val="330258CAA55747AA85752325826536BA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Main idea 2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FF34055E8A2D4839ABB84C2EEF210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3FC63-9799-4BDD-AB11-0A0DA653DBAC}"/>
      </w:docPartPr>
      <w:docPartBody>
        <w:p w:rsidR="006B1836" w:rsidRDefault="00ED1000">
          <w:pPr>
            <w:pStyle w:val="FF34055E8A2D4839ABB84C2EEF2105F0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Notes for main idea 2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7585E9D855DB465CA7E2DD776D9F5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C8FBC-7411-4E63-874E-BA00CE699E75}"/>
      </w:docPartPr>
      <w:docPartBody>
        <w:p w:rsidR="006B1836" w:rsidRDefault="00ED1000">
          <w:pPr>
            <w:pStyle w:val="7585E9D855DB465CA7E2DD776D9F5520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Main idea 3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1D8808D24AF74590AEC6F8EB4749B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1B072-E784-438A-BE5A-637411B5B809}"/>
      </w:docPartPr>
      <w:docPartBody>
        <w:p w:rsidR="006B1836" w:rsidRDefault="00ED1000">
          <w:pPr>
            <w:pStyle w:val="1D8808D24AF74590AEC6F8EB4749B6B1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Notes for main idea 3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7BE4FB4BF6AE44018D2E607CCEE37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303B9-24D1-43B5-9954-9670B735E9D4}"/>
      </w:docPartPr>
      <w:docPartBody>
        <w:p w:rsidR="006B1836" w:rsidRDefault="00ED1000">
          <w:pPr>
            <w:pStyle w:val="7BE4FB4BF6AE44018D2E607CCEE372B5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Main idea 4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501FAA35B5BF45A895A2A7B2482D9A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01C26-B39D-4005-A292-F2D96E8ABFE0}"/>
      </w:docPartPr>
      <w:docPartBody>
        <w:p w:rsidR="006B1836" w:rsidRDefault="00ED1000">
          <w:pPr>
            <w:pStyle w:val="501FAA35B5BF45A895A2A7B2482D9ADD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Notes for main idea 4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EEC1E7454EAC4C0995C2DCAA098F3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01554-0D4E-49FF-8675-71D0C8316EC0}"/>
      </w:docPartPr>
      <w:docPartBody>
        <w:p w:rsidR="006B1836" w:rsidRDefault="00ED1000">
          <w:pPr>
            <w:pStyle w:val="EEC1E7454EAC4C0995C2DCAA098F3B98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Main idea 5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0F3D0AC4E3C54F2F964464F999FA8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73F9F-5BE9-47DF-B362-4FBDD7CEA2EC}"/>
      </w:docPartPr>
      <w:docPartBody>
        <w:p w:rsidR="006B1836" w:rsidRDefault="00ED1000">
          <w:pPr>
            <w:pStyle w:val="0F3D0AC4E3C54F2F964464F999FA84DF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Notes for main idea 5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  <w:docPart>
      <w:docPartPr>
        <w:name w:val="8B1E65958E6D46158BFF2D1A9DC6F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1A5B0-05A5-4577-A2D4-BBE0D233A6FD}"/>
      </w:docPartPr>
      <w:docPartBody>
        <w:p w:rsidR="006B1836" w:rsidRDefault="0064008B" w:rsidP="0064008B">
          <w:pPr>
            <w:pStyle w:val="8B1E65958E6D46158BFF2D1A9DC6F670"/>
          </w:pPr>
          <w:r w:rsidRPr="00EE4FF7">
            <w:rPr>
              <w:rFonts w:ascii="Segoe Script" w:hAnsi="Segoe Script"/>
              <w:b/>
            </w:rPr>
            <w:t>(</w:t>
          </w:r>
          <w:r>
            <w:rPr>
              <w:rFonts w:ascii="Segoe Script" w:hAnsi="Segoe Script"/>
              <w:b/>
              <w:color w:val="FF0000"/>
            </w:rPr>
            <w:t>Conclusions drawn post-lesson</w:t>
          </w:r>
          <w:r w:rsidRPr="00EE4FF7">
            <w:rPr>
              <w:rFonts w:ascii="Segoe Script" w:hAnsi="Segoe Script"/>
              <w:b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08B"/>
    <w:rsid w:val="0064008B"/>
    <w:rsid w:val="006B1836"/>
    <w:rsid w:val="00BC50D9"/>
    <w:rsid w:val="00E55275"/>
    <w:rsid w:val="00ED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397A9852C9416883B695AC3870FE16">
    <w:name w:val="E0397A9852C9416883B695AC3870FE16"/>
  </w:style>
  <w:style w:type="paragraph" w:customStyle="1" w:styleId="7FAFBECCB7F04372AF2A72811407D120">
    <w:name w:val="7FAFBECCB7F04372AF2A72811407D12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2CDB839BECC4A9FA5102815728BE37F">
    <w:name w:val="72CDB839BECC4A9FA5102815728BE37F"/>
  </w:style>
  <w:style w:type="paragraph" w:customStyle="1" w:styleId="0C8BA9193B974BEEB8806F28B7CF9191">
    <w:name w:val="0C8BA9193B974BEEB8806F28B7CF9191"/>
  </w:style>
  <w:style w:type="paragraph" w:customStyle="1" w:styleId="D8D037E38D4C44179C8D61F9A18CD6F9">
    <w:name w:val="D8D037E38D4C44179C8D61F9A18CD6F9"/>
  </w:style>
  <w:style w:type="paragraph" w:customStyle="1" w:styleId="61605461C1B7428EBC687CABBFA565E1">
    <w:name w:val="61605461C1B7428EBC687CABBFA565E1"/>
  </w:style>
  <w:style w:type="paragraph" w:customStyle="1" w:styleId="330258CAA55747AA85752325826536BA">
    <w:name w:val="330258CAA55747AA85752325826536BA"/>
  </w:style>
  <w:style w:type="paragraph" w:customStyle="1" w:styleId="FF34055E8A2D4839ABB84C2EEF2105F0">
    <w:name w:val="FF34055E8A2D4839ABB84C2EEF2105F0"/>
  </w:style>
  <w:style w:type="paragraph" w:customStyle="1" w:styleId="7585E9D855DB465CA7E2DD776D9F5520">
    <w:name w:val="7585E9D855DB465CA7E2DD776D9F5520"/>
  </w:style>
  <w:style w:type="paragraph" w:customStyle="1" w:styleId="1D8808D24AF74590AEC6F8EB4749B6B1">
    <w:name w:val="1D8808D24AF74590AEC6F8EB4749B6B1"/>
  </w:style>
  <w:style w:type="paragraph" w:customStyle="1" w:styleId="7BE4FB4BF6AE44018D2E607CCEE372B5">
    <w:name w:val="7BE4FB4BF6AE44018D2E607CCEE372B5"/>
  </w:style>
  <w:style w:type="paragraph" w:customStyle="1" w:styleId="501FAA35B5BF45A895A2A7B2482D9ADD">
    <w:name w:val="501FAA35B5BF45A895A2A7B2482D9ADD"/>
  </w:style>
  <w:style w:type="paragraph" w:customStyle="1" w:styleId="EEC1E7454EAC4C0995C2DCAA098F3B98">
    <w:name w:val="EEC1E7454EAC4C0995C2DCAA098F3B98"/>
  </w:style>
  <w:style w:type="paragraph" w:customStyle="1" w:styleId="0F3D0AC4E3C54F2F964464F999FA84DF">
    <w:name w:val="0F3D0AC4E3C54F2F964464F999FA84DF"/>
  </w:style>
  <w:style w:type="paragraph" w:customStyle="1" w:styleId="8B1E65958E6D46158BFF2D1A9DC6F670">
    <w:name w:val="8B1E65958E6D46158BFF2D1A9DC6F670"/>
    <w:rsid w:val="006400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Cornell-Notes-Template-with-Steps-Word</Template>
  <TotalTime>1</TotalTime>
  <Pages>1</Pages>
  <Words>80</Words>
  <Characters>335</Characters>
  <Application>Microsoft Office Word</Application>
  <DocSecurity>0</DocSecurity>
  <Lines>94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QM22019</cp:lastModifiedBy>
  <cp:revision>3</cp:revision>
  <dcterms:created xsi:type="dcterms:W3CDTF">2019-09-16T12:20:00Z</dcterms:created>
  <dcterms:modified xsi:type="dcterms:W3CDTF">2023-02-03T08:06:00Z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59acc7db52f40212a07d434b376dadf890774808620a87067644a082fc498c00</vt:lpwstr>
  </property>
</Properties>
</file>